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E4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91A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FF8B51" w14:textId="69A098A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14B2E" w:rsidRPr="002B074F">
        <w:rPr>
          <w:rFonts w:ascii="Corbel" w:hAnsi="Corbel"/>
          <w:b/>
          <w:smallCaps/>
          <w:sz w:val="24"/>
          <w:szCs w:val="24"/>
        </w:rPr>
        <w:t>2022/2023-202</w:t>
      </w:r>
      <w:r w:rsidR="00314B2E">
        <w:rPr>
          <w:rFonts w:ascii="Corbel" w:hAnsi="Corbel"/>
          <w:b/>
          <w:smallCaps/>
          <w:sz w:val="24"/>
          <w:szCs w:val="24"/>
        </w:rPr>
        <w:t>3</w:t>
      </w:r>
      <w:r w:rsidR="00314B2E" w:rsidRPr="002B074F">
        <w:rPr>
          <w:rFonts w:ascii="Corbel" w:hAnsi="Corbel"/>
          <w:b/>
          <w:smallCaps/>
          <w:sz w:val="24"/>
          <w:szCs w:val="24"/>
        </w:rPr>
        <w:t>/202</w:t>
      </w:r>
      <w:r w:rsidR="00314B2E">
        <w:rPr>
          <w:rFonts w:ascii="Corbel" w:hAnsi="Corbel"/>
          <w:b/>
          <w:smallCaps/>
          <w:sz w:val="24"/>
          <w:szCs w:val="24"/>
        </w:rPr>
        <w:t>4</w:t>
      </w:r>
    </w:p>
    <w:p w14:paraId="5F908C5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661292" w14:textId="2CE917C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96F79">
        <w:rPr>
          <w:rFonts w:ascii="Corbel" w:hAnsi="Corbel"/>
          <w:sz w:val="20"/>
          <w:szCs w:val="20"/>
        </w:rPr>
        <w:t>2022/2023</w:t>
      </w:r>
    </w:p>
    <w:p w14:paraId="31E340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0045632E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277E9462" w:rsidR="0085747A" w:rsidRPr="009C54AE" w:rsidRDefault="00244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40F8">
              <w:rPr>
                <w:rFonts w:ascii="Corbel" w:hAnsi="Corbel"/>
                <w:b w:val="0"/>
                <w:sz w:val="24"/>
                <w:szCs w:val="24"/>
              </w:rPr>
              <w:t>Wybrane problemy administracji świadczącej</w:t>
            </w:r>
          </w:p>
        </w:tc>
      </w:tr>
      <w:tr w:rsidR="0085747A" w:rsidRPr="009C54AE" w14:paraId="56C69E9C" w14:textId="77777777" w:rsidTr="0045632E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6CE8C2B8" w:rsidR="0085747A" w:rsidRPr="009C54AE" w:rsidRDefault="00A07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27">
              <w:rPr>
                <w:rFonts w:ascii="Corbel" w:hAnsi="Corbel"/>
                <w:b w:val="0"/>
                <w:sz w:val="24"/>
                <w:szCs w:val="24"/>
              </w:rPr>
              <w:t>A2SO16</w:t>
            </w:r>
          </w:p>
        </w:tc>
      </w:tr>
      <w:tr w:rsidR="00E91280" w:rsidRPr="009C54AE" w14:paraId="04B7DE72" w14:textId="77777777" w:rsidTr="0045632E">
        <w:tc>
          <w:tcPr>
            <w:tcW w:w="2694" w:type="dxa"/>
            <w:vAlign w:val="center"/>
          </w:tcPr>
          <w:p w14:paraId="1CBFB545" w14:textId="77777777" w:rsidR="00E91280" w:rsidRPr="009C54AE" w:rsidRDefault="00E91280" w:rsidP="00E9128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1E4B4AF7" w:rsidR="00E91280" w:rsidRPr="009C54AE" w:rsidRDefault="00E91280" w:rsidP="00E91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E91280" w:rsidRPr="009C54AE" w14:paraId="690D3582" w14:textId="77777777" w:rsidTr="0045632E">
        <w:tc>
          <w:tcPr>
            <w:tcW w:w="2694" w:type="dxa"/>
            <w:vAlign w:val="center"/>
          </w:tcPr>
          <w:p w14:paraId="1CDD7E54" w14:textId="77777777" w:rsidR="00E91280" w:rsidRPr="009C54AE" w:rsidRDefault="00E91280" w:rsidP="00E91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675F7005" w:rsidR="00E91280" w:rsidRPr="009C54AE" w:rsidRDefault="00E91280" w:rsidP="00E91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9C54AE" w14:paraId="6EDF4A49" w14:textId="77777777" w:rsidTr="0045632E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0045632E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3BF75102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54440E7" w14:textId="77777777" w:rsidTr="0045632E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5D410780" w:rsidR="0085747A" w:rsidRPr="009C54AE" w:rsidRDefault="00ED1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2E37A9C" w14:textId="77777777" w:rsidTr="0045632E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2D901AF7" w:rsidR="0085747A" w:rsidRPr="009C54AE" w:rsidRDefault="00ED1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140FD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9C0FF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0045632E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15B145F8" w:rsidR="0085747A" w:rsidRPr="009C54AE" w:rsidRDefault="00656B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23B4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rok/ </w:t>
            </w:r>
            <w:r w:rsidR="006C0AFD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B70A412" w14:textId="77777777" w:rsidTr="0045632E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02CD7E6B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="00523B4C">
              <w:rPr>
                <w:rFonts w:ascii="Corbel" w:hAnsi="Corbel"/>
                <w:b w:val="0"/>
                <w:sz w:val="24"/>
                <w:szCs w:val="24"/>
              </w:rPr>
              <w:t>-specjalizaycjny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="006D56A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923D7D" w:rsidRPr="009C54AE" w14:paraId="683DC039" w14:textId="77777777" w:rsidTr="0045632E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5632E" w:rsidRPr="009C54AE" w14:paraId="6D58EFB8" w14:textId="77777777" w:rsidTr="0045632E">
        <w:tc>
          <w:tcPr>
            <w:tcW w:w="2694" w:type="dxa"/>
            <w:vAlign w:val="center"/>
          </w:tcPr>
          <w:p w14:paraId="24042AC4" w14:textId="77777777" w:rsidR="0045632E" w:rsidRPr="009C54AE" w:rsidRDefault="0045632E" w:rsidP="00456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0B3CBE03" w:rsidR="0045632E" w:rsidRPr="009C54AE" w:rsidRDefault="00016647" w:rsidP="004563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6647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  <w:r w:rsidRPr="00016647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016647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016647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85747A" w:rsidRPr="009C54AE" w14:paraId="1C5B2BB9" w14:textId="77777777" w:rsidTr="0045632E">
        <w:tc>
          <w:tcPr>
            <w:tcW w:w="2694" w:type="dxa"/>
            <w:vAlign w:val="center"/>
          </w:tcPr>
          <w:p w14:paraId="07F15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70DF2A82" w:rsidR="0085747A" w:rsidRPr="009C54AE" w:rsidRDefault="00016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6647">
              <w:rPr>
                <w:rFonts w:ascii="Corbel" w:hAnsi="Corbel"/>
                <w:b w:val="0"/>
                <w:sz w:val="24"/>
                <w:szCs w:val="24"/>
              </w:rPr>
              <w:t>mgr Agata Fiołek</w:t>
            </w:r>
            <w:r w:rsidRPr="00016647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016647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70A910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EFC1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ED145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7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ED145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A28B" w14:textId="6F6B346A" w:rsidR="00015B8F" w:rsidRPr="009C54AE" w:rsidRDefault="00456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738248A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3D54C3C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6267E0C0" w:rsidR="00015B8F" w:rsidRPr="009C54AE" w:rsidRDefault="002533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052D353E" w:rsidR="00015B8F" w:rsidRPr="009C54AE" w:rsidRDefault="00AA6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3F78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F111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ABBC3A" w14:textId="77777777" w:rsidR="0085747A" w:rsidRPr="000166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16647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01664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F60E60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83EF8AB" w14:textId="1383C62F" w:rsidR="00071105" w:rsidRPr="00CB4504" w:rsidRDefault="00AA6A2A" w:rsidP="0007110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Konwersatorium</w:t>
      </w:r>
      <w:r w:rsidR="00C2018D">
        <w:rPr>
          <w:rFonts w:ascii="Corbel" w:hAnsi="Corbel"/>
          <w:b w:val="0"/>
          <w:szCs w:val="24"/>
        </w:rPr>
        <w:t>: zaliczenie z oceną</w:t>
      </w:r>
    </w:p>
    <w:p w14:paraId="2492EEB0" w14:textId="77777777" w:rsidR="00071105" w:rsidRDefault="000711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6572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4D81E" w14:textId="77777777" w:rsidTr="00745302">
        <w:tc>
          <w:tcPr>
            <w:tcW w:w="9670" w:type="dxa"/>
          </w:tcPr>
          <w:p w14:paraId="2F1227FD" w14:textId="4C4ADCCB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jej </w:t>
            </w:r>
            <w:r w:rsidR="00A41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głównych sfer </w:t>
            </w:r>
            <w:r w:rsidR="00B67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funkcjonowania</w:t>
            </w:r>
            <w:r w:rsidR="00A41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6647" w:rsidRPr="009C54AE" w14:paraId="66B61722" w14:textId="77777777" w:rsidTr="00016647">
        <w:tc>
          <w:tcPr>
            <w:tcW w:w="845" w:type="dxa"/>
            <w:vAlign w:val="center"/>
          </w:tcPr>
          <w:p w14:paraId="0CEBFA8E" w14:textId="77777777" w:rsidR="00016647" w:rsidRPr="009C54AE" w:rsidRDefault="00016647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590DA1" w14:textId="50824B9C" w:rsidR="00016647" w:rsidRPr="0046136A" w:rsidRDefault="00016647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Celem przedmiotu jest zapoznanie studenta z podstawow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 sferami działalności administracji publicznej, w tym w szczególności administracji świadczącej.</w:t>
            </w:r>
          </w:p>
        </w:tc>
      </w:tr>
      <w:tr w:rsidR="00016647" w:rsidRPr="009C54AE" w14:paraId="1E490D16" w14:textId="77777777" w:rsidTr="00016647">
        <w:tc>
          <w:tcPr>
            <w:tcW w:w="845" w:type="dxa"/>
            <w:vAlign w:val="center"/>
          </w:tcPr>
          <w:p w14:paraId="72A27101" w14:textId="0E385C88" w:rsidR="00016647" w:rsidRPr="009C54AE" w:rsidRDefault="00016647" w:rsidP="00EA47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A57AF3" w14:textId="4083ACF4" w:rsidR="00016647" w:rsidRPr="0046136A" w:rsidRDefault="00016647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Celem przedmiotu jest również zdobycie przez studenta umiejętności i poznanie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mechanizmów oraz instytucji w obszarze administracji świadczącej.</w:t>
            </w:r>
          </w:p>
        </w:tc>
      </w:tr>
      <w:tr w:rsidR="00016647" w:rsidRPr="009C54AE" w14:paraId="458C54B9" w14:textId="77777777" w:rsidTr="00016647">
        <w:tc>
          <w:tcPr>
            <w:tcW w:w="845" w:type="dxa"/>
            <w:vAlign w:val="center"/>
          </w:tcPr>
          <w:p w14:paraId="7387C67A" w14:textId="77777777" w:rsidR="00016647" w:rsidRPr="009C54AE" w:rsidRDefault="00016647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675" w:type="dxa"/>
          </w:tcPr>
          <w:p w14:paraId="2B18AE35" w14:textId="77777777" w:rsidR="00016647" w:rsidRPr="009C54AE" w:rsidRDefault="00016647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00B43051">
        <w:tc>
          <w:tcPr>
            <w:tcW w:w="1679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649B" w:rsidRPr="009C54AE" w14:paraId="276813DA" w14:textId="77777777" w:rsidTr="00B43051">
        <w:tc>
          <w:tcPr>
            <w:tcW w:w="1679" w:type="dxa"/>
          </w:tcPr>
          <w:p w14:paraId="308BDDE1" w14:textId="77777777" w:rsidR="00A0649B" w:rsidRDefault="00A0649B" w:rsidP="00A06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774F953" w14:textId="77777777" w:rsidR="00A0649B" w:rsidRPr="009C54AE" w:rsidRDefault="00A0649B" w:rsidP="00A064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03029FC1" w14:textId="77777777" w:rsidR="00C70C0C" w:rsidRPr="00C70C0C" w:rsidRDefault="00C70C0C" w:rsidP="00C70C0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</w:t>
            </w:r>
          </w:p>
          <w:p w14:paraId="3D8DDAB7" w14:textId="16B7704E" w:rsidR="00A0649B" w:rsidRPr="009C54AE" w:rsidRDefault="00C70C0C" w:rsidP="00C70C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polityczne oraz socjologiczne;</w:t>
            </w:r>
          </w:p>
        </w:tc>
        <w:tc>
          <w:tcPr>
            <w:tcW w:w="1865" w:type="dxa"/>
            <w:vAlign w:val="center"/>
          </w:tcPr>
          <w:p w14:paraId="30511A06" w14:textId="77777777" w:rsidR="00A0649B" w:rsidRDefault="00C70C0C" w:rsidP="00F036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60C7819" w14:textId="0C7CF1B3" w:rsidR="007478CE" w:rsidRPr="009C54AE" w:rsidRDefault="007478CE" w:rsidP="00F036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649B" w:rsidRPr="009C54AE" w14:paraId="3AD2EE9A" w14:textId="77777777" w:rsidTr="00B43051">
        <w:tc>
          <w:tcPr>
            <w:tcW w:w="1679" w:type="dxa"/>
          </w:tcPr>
          <w:p w14:paraId="5FCCC833" w14:textId="00CBCDB2" w:rsidR="00A0649B" w:rsidRPr="009C54AE" w:rsidRDefault="00A0649B" w:rsidP="00A0649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  <w:vAlign w:val="center"/>
          </w:tcPr>
          <w:p w14:paraId="373F74FA" w14:textId="77777777" w:rsidR="00B43051" w:rsidRPr="00B43051" w:rsidRDefault="00B43051" w:rsidP="00B4305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</w:p>
          <w:p w14:paraId="4E2927CA" w14:textId="18775F15" w:rsidR="00A0649B" w:rsidRPr="009C54AE" w:rsidRDefault="00B43051" w:rsidP="00B430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  <w:vAlign w:val="center"/>
          </w:tcPr>
          <w:p w14:paraId="1BE8535E" w14:textId="43B91669" w:rsidR="00A0649B" w:rsidRPr="009C54AE" w:rsidRDefault="00B43051" w:rsidP="00F036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016C6" w:rsidRPr="009C54AE" w14:paraId="2E1AABC3" w14:textId="77777777" w:rsidTr="00B43051">
        <w:tc>
          <w:tcPr>
            <w:tcW w:w="1679" w:type="dxa"/>
          </w:tcPr>
          <w:p w14:paraId="4E2ED729" w14:textId="423B8029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17822C54" w14:textId="77777777" w:rsidR="00B016C6" w:rsidRPr="00C049B2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9B2"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</w:t>
            </w:r>
          </w:p>
          <w:p w14:paraId="760112B0" w14:textId="77EB4025" w:rsidR="00B016C6" w:rsidRPr="00F81D8A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9B2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14:paraId="6A5C30D4" w14:textId="777777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E6BD96A" w14:textId="777777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36DF21" w14:textId="72526CE4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16C6" w:rsidRPr="009C54AE" w14:paraId="3CB0D8AC" w14:textId="77777777" w:rsidTr="00B43051">
        <w:tc>
          <w:tcPr>
            <w:tcW w:w="1679" w:type="dxa"/>
          </w:tcPr>
          <w:p w14:paraId="4A58F7D7" w14:textId="7FB08CD1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5228E046" w14:textId="4D01DF4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966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0530D039" w14:textId="65F4C564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016C6" w:rsidRPr="009C54AE" w14:paraId="07709059" w14:textId="77777777" w:rsidTr="00B43051">
        <w:tc>
          <w:tcPr>
            <w:tcW w:w="1679" w:type="dxa"/>
          </w:tcPr>
          <w:p w14:paraId="3063A1A7" w14:textId="33172BA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793D5EB4" w14:textId="2ED6C590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2CB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426713D4" w14:textId="635F75BC" w:rsidR="00B016C6" w:rsidRPr="00B43051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96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016C6" w:rsidRPr="009C54AE" w14:paraId="084A4319" w14:textId="77777777" w:rsidTr="00B43051">
        <w:trPr>
          <w:trHeight w:val="1499"/>
        </w:trPr>
        <w:tc>
          <w:tcPr>
            <w:tcW w:w="1679" w:type="dxa"/>
          </w:tcPr>
          <w:p w14:paraId="6F8FCB62" w14:textId="1AF29E15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7A7A570C" w14:textId="372D378D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E0B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426A6FA7" w14:textId="08F95089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016C6" w:rsidRPr="009C54AE" w14:paraId="1F065476" w14:textId="77777777" w:rsidTr="00B43051">
        <w:tc>
          <w:tcPr>
            <w:tcW w:w="1679" w:type="dxa"/>
          </w:tcPr>
          <w:p w14:paraId="21783D92" w14:textId="38E5952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2D847103" w14:textId="77777777" w:rsidR="00B016C6" w:rsidRPr="00E207C2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multimedialnych, oraz ustnych wystąpień w języku polskim w zakresie dziedzin i  dyscyplin naukowych wykładanych w ramach kierunku Administracja dotyczących zagadnień szczegółowych, z wykorzystaniem poglądów doktryny, źródeł prawa oraz orzecznictwa sądowego i administracyjnego, a także</w:t>
            </w:r>
          </w:p>
          <w:p w14:paraId="1CDEC935" w14:textId="4CF058E1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</w:tcPr>
          <w:p w14:paraId="29D9AE74" w14:textId="4E060FF6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B016C6" w:rsidRPr="009C54AE" w14:paraId="6BFB0680" w14:textId="77777777" w:rsidTr="00B43051">
        <w:tc>
          <w:tcPr>
            <w:tcW w:w="1679" w:type="dxa"/>
          </w:tcPr>
          <w:p w14:paraId="2F3D5200" w14:textId="11A5B5F0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14:paraId="1860FF6F" w14:textId="77777777" w:rsidR="00B016C6" w:rsidRPr="000D4F4E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4F4E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</w:p>
          <w:p w14:paraId="5E7F92D4" w14:textId="5C33F32E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4F4E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5F30BE22" w14:textId="1B628B4B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016C6" w:rsidRPr="009C54AE" w14:paraId="62B5EFA5" w14:textId="77777777" w:rsidTr="00B43051">
        <w:tc>
          <w:tcPr>
            <w:tcW w:w="1679" w:type="dxa"/>
          </w:tcPr>
          <w:p w14:paraId="58FBBF12" w14:textId="750AE50D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6" w:type="dxa"/>
          </w:tcPr>
          <w:p w14:paraId="4CDDF1B3" w14:textId="6DE20B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3E9">
              <w:rPr>
                <w:rFonts w:ascii="Corbel" w:hAnsi="Corbel"/>
                <w:b w:val="0"/>
                <w:smallCaps w:val="0"/>
                <w:szCs w:val="24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798E49E6" w14:textId="567FD9B3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016C6" w:rsidRPr="009C54AE" w14:paraId="5F832EB8" w14:textId="77777777" w:rsidTr="00B43051">
        <w:tc>
          <w:tcPr>
            <w:tcW w:w="1679" w:type="dxa"/>
          </w:tcPr>
          <w:p w14:paraId="36A3AA4F" w14:textId="6D87D547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6" w:type="dxa"/>
          </w:tcPr>
          <w:p w14:paraId="77A6F683" w14:textId="77777777" w:rsidR="00B016C6" w:rsidRPr="00AA20BA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20BA">
              <w:rPr>
                <w:rFonts w:ascii="Corbel" w:hAnsi="Corbel"/>
                <w:b w:val="0"/>
                <w:smallCaps w:val="0"/>
                <w:szCs w:val="24"/>
              </w:rPr>
              <w:t>Potrafi działać w sposób zorganizowany, wykorzystując</w:t>
            </w:r>
          </w:p>
          <w:p w14:paraId="3FC9668D" w14:textId="5B4BEFD5" w:rsidR="00B016C6" w:rsidRPr="004873E9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20BA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studiów;</w:t>
            </w:r>
          </w:p>
        </w:tc>
        <w:tc>
          <w:tcPr>
            <w:tcW w:w="1865" w:type="dxa"/>
          </w:tcPr>
          <w:p w14:paraId="2C6FFE80" w14:textId="7D4ECE3F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016C6" w:rsidRPr="009C54AE" w14:paraId="6920F2A8" w14:textId="77777777" w:rsidTr="00B43051">
        <w:tc>
          <w:tcPr>
            <w:tcW w:w="1679" w:type="dxa"/>
          </w:tcPr>
          <w:p w14:paraId="3503151B" w14:textId="63E4AEE7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6" w:type="dxa"/>
          </w:tcPr>
          <w:p w14:paraId="1C9E9CD9" w14:textId="77777777" w:rsidR="00B016C6" w:rsidRPr="00B016C6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6C6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</w:t>
            </w:r>
          </w:p>
          <w:p w14:paraId="524D7D6E" w14:textId="0BF3F0AD" w:rsidR="00B016C6" w:rsidRPr="004873E9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6C6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</w:tcPr>
          <w:p w14:paraId="01D1CFE3" w14:textId="7F4AC41C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20B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2ED6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753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39CE2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BC3E9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D26327" w14:textId="77777777" w:rsidR="0023579F" w:rsidRPr="009C54AE" w:rsidRDefault="0023579F" w:rsidP="002357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579F" w:rsidRPr="00F4223D" w14:paraId="3B466619" w14:textId="77777777" w:rsidTr="00B720EA">
        <w:tc>
          <w:tcPr>
            <w:tcW w:w="9520" w:type="dxa"/>
          </w:tcPr>
          <w:p w14:paraId="6AEDAE58" w14:textId="77777777" w:rsidR="0023579F" w:rsidRPr="00F4223D" w:rsidRDefault="0023579F" w:rsidP="00B720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579F" w:rsidRPr="00F4223D" w14:paraId="021C9747" w14:textId="77777777" w:rsidTr="00B720EA">
        <w:tc>
          <w:tcPr>
            <w:tcW w:w="9520" w:type="dxa"/>
          </w:tcPr>
          <w:p w14:paraId="16C797F0" w14:textId="3A850129" w:rsidR="0023579F" w:rsidRPr="00F4223D" w:rsidRDefault="0023579F" w:rsidP="00B720E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 </w:t>
            </w:r>
            <w:r w:rsidR="00CA52DE">
              <w:rPr>
                <w:rFonts w:ascii="Corbel" w:hAnsi="Corbel"/>
                <w:sz w:val="24"/>
                <w:szCs w:val="24"/>
              </w:rPr>
              <w:t>Główne sfery działania administracji publicznej. Pojęcie administracji świadczącej.</w:t>
            </w:r>
          </w:p>
        </w:tc>
      </w:tr>
      <w:tr w:rsidR="002D348B" w:rsidRPr="00F4223D" w14:paraId="5470AFFD" w14:textId="77777777" w:rsidTr="00B720EA">
        <w:tc>
          <w:tcPr>
            <w:tcW w:w="9520" w:type="dxa"/>
          </w:tcPr>
          <w:p w14:paraId="2B3CBECE" w14:textId="14B64438" w:rsidR="002D348B" w:rsidRPr="00F4223D" w:rsidRDefault="002D348B" w:rsidP="00B720E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D348B">
              <w:rPr>
                <w:rFonts w:ascii="Corbel" w:hAnsi="Corbel"/>
                <w:sz w:val="24"/>
                <w:szCs w:val="24"/>
              </w:rPr>
              <w:t>Rozwój instytucji administracji świadczącej-rys historyczny.</w:t>
            </w:r>
          </w:p>
        </w:tc>
      </w:tr>
      <w:tr w:rsidR="00A54135" w:rsidRPr="00F4223D" w14:paraId="67C699EA" w14:textId="77777777" w:rsidTr="00B720EA">
        <w:tc>
          <w:tcPr>
            <w:tcW w:w="9520" w:type="dxa"/>
          </w:tcPr>
          <w:p w14:paraId="1FED258F" w14:textId="7C76D9E4" w:rsidR="00A54135" w:rsidRPr="005E4477" w:rsidRDefault="002D348B" w:rsidP="005E44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D348B">
              <w:rPr>
                <w:rFonts w:ascii="Corbel" w:hAnsi="Corbel"/>
                <w:sz w:val="24"/>
                <w:szCs w:val="24"/>
              </w:rPr>
              <w:t>Formy instytucjonalne w obszarze administracji świadczącej (zakład administracyjny, przedsiębiorstwo użyteczności publicznej i in</w:t>
            </w:r>
            <w:r w:rsidR="005E4477">
              <w:rPr>
                <w:rFonts w:ascii="Corbel" w:hAnsi="Corbel"/>
                <w:sz w:val="24"/>
                <w:szCs w:val="24"/>
              </w:rPr>
              <w:t>.</w:t>
            </w:r>
            <w:r w:rsidRPr="002D348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3579F" w:rsidRPr="00F4223D" w14:paraId="536135A8" w14:textId="77777777" w:rsidTr="00B720EA">
        <w:tc>
          <w:tcPr>
            <w:tcW w:w="9520" w:type="dxa"/>
          </w:tcPr>
          <w:p w14:paraId="03A28E20" w14:textId="77777777" w:rsidR="002D348B" w:rsidRPr="002D348B" w:rsidRDefault="002D348B" w:rsidP="002D348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D348B">
              <w:rPr>
                <w:rFonts w:ascii="Corbel" w:hAnsi="Corbel"/>
                <w:sz w:val="24"/>
                <w:szCs w:val="24"/>
              </w:rPr>
              <w:t xml:space="preserve">Formy świadczeń i sposoby zaangażowania administracji w udzielanie </w:t>
            </w:r>
          </w:p>
          <w:p w14:paraId="1DE41E0A" w14:textId="48D2C897" w:rsidR="0023579F" w:rsidRPr="00E77607" w:rsidRDefault="00E832D7" w:rsidP="00E7760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="002D348B" w:rsidRPr="002D348B">
              <w:rPr>
                <w:rFonts w:ascii="Corbel" w:hAnsi="Corbel"/>
                <w:sz w:val="24"/>
                <w:szCs w:val="24"/>
              </w:rPr>
              <w:t>wiadczeń</w:t>
            </w:r>
            <w:r w:rsidR="00452D11">
              <w:rPr>
                <w:rFonts w:ascii="Corbel" w:hAnsi="Corbel"/>
                <w:sz w:val="24"/>
                <w:szCs w:val="24"/>
              </w:rPr>
              <w:t xml:space="preserve"> (bezpośrednie organizowanie, udzielanie, zlecanie podmiotom zewnętrznym- ekonomizacja, kontraktowanie</w:t>
            </w:r>
            <w:r w:rsidR="00E77607">
              <w:rPr>
                <w:rFonts w:ascii="Corbel" w:hAnsi="Corbel"/>
                <w:sz w:val="24"/>
                <w:szCs w:val="24"/>
              </w:rPr>
              <w:t>, i in.)</w:t>
            </w:r>
          </w:p>
        </w:tc>
      </w:tr>
      <w:tr w:rsidR="0023579F" w:rsidRPr="00F4223D" w14:paraId="6718C864" w14:textId="77777777" w:rsidTr="00B720EA">
        <w:tc>
          <w:tcPr>
            <w:tcW w:w="9520" w:type="dxa"/>
          </w:tcPr>
          <w:p w14:paraId="7BC8F2D5" w14:textId="6A4080BD" w:rsidR="0023579F" w:rsidRPr="00F4223D" w:rsidRDefault="00B52F26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Administracja świadcząca w</w:t>
            </w:r>
            <w:r w:rsidR="008C5476">
              <w:rPr>
                <w:rFonts w:ascii="Corbel" w:hAnsi="Corbel"/>
                <w:sz w:val="24"/>
                <w:szCs w:val="24"/>
              </w:rPr>
              <w:t xml:space="preserve"> wybranych obszarach:</w:t>
            </w:r>
            <w:r>
              <w:rPr>
                <w:rFonts w:ascii="Corbel" w:hAnsi="Corbel"/>
                <w:sz w:val="24"/>
                <w:szCs w:val="24"/>
              </w:rPr>
              <w:t xml:space="preserve">  pomoc społecznej</w:t>
            </w:r>
            <w:r w:rsidR="00136C54">
              <w:rPr>
                <w:rFonts w:ascii="Corbel" w:hAnsi="Corbel"/>
                <w:sz w:val="24"/>
                <w:szCs w:val="24"/>
              </w:rPr>
              <w:t>, oświata, ochrona zdrowia</w:t>
            </w:r>
            <w:r w:rsidR="00E832D7">
              <w:rPr>
                <w:rFonts w:ascii="Corbel" w:hAnsi="Corbel"/>
                <w:sz w:val="24"/>
                <w:szCs w:val="24"/>
              </w:rPr>
              <w:t xml:space="preserve"> i</w:t>
            </w:r>
            <w:r w:rsidR="0037373E">
              <w:rPr>
                <w:rFonts w:ascii="Corbel" w:hAnsi="Corbel"/>
                <w:sz w:val="24"/>
                <w:szCs w:val="24"/>
              </w:rPr>
              <w:t xml:space="preserve"> in</w:t>
            </w:r>
            <w:r w:rsidR="00E832D7">
              <w:rPr>
                <w:rFonts w:ascii="Corbel" w:hAnsi="Corbel"/>
                <w:sz w:val="24"/>
                <w:szCs w:val="24"/>
              </w:rPr>
              <w:t>.)</w:t>
            </w:r>
          </w:p>
        </w:tc>
      </w:tr>
      <w:tr w:rsidR="0023579F" w:rsidRPr="00F4223D" w14:paraId="10C852FB" w14:textId="77777777" w:rsidTr="00B720EA">
        <w:tc>
          <w:tcPr>
            <w:tcW w:w="9520" w:type="dxa"/>
          </w:tcPr>
          <w:p w14:paraId="3CCC9DA3" w14:textId="77D3C039" w:rsidR="0023579F" w:rsidRPr="00F4223D" w:rsidRDefault="0023579F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BA731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3736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326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143A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CF13D" w14:textId="3582D271" w:rsidR="00E960BB" w:rsidRPr="008D50AC" w:rsidRDefault="0023579F" w:rsidP="008D50AC">
      <w:pPr>
        <w:pStyle w:val="Punktygwne"/>
        <w:spacing w:before="0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konwersatorium</w:t>
      </w:r>
      <w:r w:rsidR="00A53ADF">
        <w:rPr>
          <w:rFonts w:ascii="Corbel" w:hAnsi="Corbel"/>
          <w:i/>
          <w:sz w:val="20"/>
          <w:szCs w:val="20"/>
        </w:rPr>
        <w:t>:</w:t>
      </w:r>
      <w:r w:rsidR="008D50AC" w:rsidRPr="008D50AC">
        <w:t xml:space="preserve"> </w:t>
      </w:r>
      <w:r w:rsidR="008D50AC" w:rsidRPr="008D50AC">
        <w:rPr>
          <w:rFonts w:ascii="Corbel" w:hAnsi="Corbel"/>
          <w:i/>
          <w:sz w:val="20"/>
          <w:szCs w:val="20"/>
        </w:rPr>
        <w:t>metoda projektów, praca w grupach, dyskusja, analiza przypadków</w:t>
      </w:r>
    </w:p>
    <w:p w14:paraId="68DF8A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3117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9C59AC">
        <w:tc>
          <w:tcPr>
            <w:tcW w:w="1962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1B1A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BCC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A668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6B660F6" w14:textId="77777777" w:rsidTr="009C59AC">
        <w:tc>
          <w:tcPr>
            <w:tcW w:w="1962" w:type="dxa"/>
          </w:tcPr>
          <w:p w14:paraId="3F398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C511A5C" w14:textId="6BBA43E6" w:rsidR="0085747A" w:rsidRPr="00D20863" w:rsidRDefault="003908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6E6D006E" w14:textId="6A292C63" w:rsidR="0085747A" w:rsidRPr="009C54AE" w:rsidRDefault="009301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0B78EFC9" w14:textId="77777777" w:rsidTr="009C59AC">
        <w:tc>
          <w:tcPr>
            <w:tcW w:w="1962" w:type="dxa"/>
          </w:tcPr>
          <w:p w14:paraId="7DB2B7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C44E58A" w14:textId="3B016D2F" w:rsidR="0085747A" w:rsidRPr="009C54AE" w:rsidRDefault="003908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A26BEF8" w14:textId="5DD49A5D" w:rsidR="0085747A" w:rsidRPr="009C54AE" w:rsidRDefault="009301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</w:t>
            </w:r>
            <w:r w:rsidR="008D3742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8D374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49D732E6" w14:textId="77777777" w:rsidTr="009C59AC">
        <w:tc>
          <w:tcPr>
            <w:tcW w:w="1962" w:type="dxa"/>
          </w:tcPr>
          <w:p w14:paraId="0BC2104D" w14:textId="14024F6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EF806C8" w14:textId="7809879A" w:rsidR="008D3742" w:rsidRDefault="0039088A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7C28F1F5" w14:textId="29AC2A78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33001785" w14:textId="77777777" w:rsidTr="009C59AC">
        <w:tc>
          <w:tcPr>
            <w:tcW w:w="1962" w:type="dxa"/>
          </w:tcPr>
          <w:p w14:paraId="2381FABB" w14:textId="15786548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4C7CA6AF" w14:textId="37DE80C1" w:rsidR="008D3742" w:rsidRDefault="0039088A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65135DBD" w14:textId="4CE5FC4F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41F8B16F" w14:textId="77777777" w:rsidTr="009C59AC">
        <w:tc>
          <w:tcPr>
            <w:tcW w:w="1962" w:type="dxa"/>
          </w:tcPr>
          <w:p w14:paraId="114B4EAF" w14:textId="63FFDAB3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11651E4" w14:textId="71A0CD48" w:rsidR="008D3742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05041CA" w14:textId="2E0D3DD0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10BCC787" w14:textId="77777777" w:rsidTr="009C59AC">
        <w:tc>
          <w:tcPr>
            <w:tcW w:w="1962" w:type="dxa"/>
          </w:tcPr>
          <w:p w14:paraId="514AA2F8" w14:textId="6B4F8CA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375AD923" w14:textId="4934DFF8" w:rsidR="008D3742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348F3C6" w14:textId="4D09299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701D98EB" w14:textId="77777777" w:rsidTr="009C59AC">
        <w:tc>
          <w:tcPr>
            <w:tcW w:w="1962" w:type="dxa"/>
          </w:tcPr>
          <w:p w14:paraId="7BAADB5D" w14:textId="60B49C8E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4AE82BB" w14:textId="25AA6C1D" w:rsidR="008D3742" w:rsidRPr="00B148BA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15DA3B32" w14:textId="738DFF5D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5F89D5A4" w14:textId="77777777" w:rsidTr="009C59AC">
        <w:tc>
          <w:tcPr>
            <w:tcW w:w="1962" w:type="dxa"/>
          </w:tcPr>
          <w:p w14:paraId="6E9765D9" w14:textId="35B0633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412B32D0" w14:textId="7BD082AA" w:rsidR="008D3742" w:rsidRPr="00B148BA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1492E81" w14:textId="298A8DBF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7C84B6A0" w14:textId="77777777" w:rsidTr="009C59AC">
        <w:tc>
          <w:tcPr>
            <w:tcW w:w="1962" w:type="dxa"/>
          </w:tcPr>
          <w:p w14:paraId="3723587C" w14:textId="63B7466F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62065773" w14:textId="1A71238D" w:rsidR="008D3742" w:rsidRPr="00B148BA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2855BEC8" w14:textId="436C8EB6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50E7B0FB" w14:textId="77777777" w:rsidTr="009C59AC">
        <w:tc>
          <w:tcPr>
            <w:tcW w:w="1962" w:type="dxa"/>
          </w:tcPr>
          <w:p w14:paraId="1E3633A0" w14:textId="1DAA7E0E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2067417E" w14:textId="78AAC09C" w:rsidR="008D3742" w:rsidRPr="00B148BA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4483360" w14:textId="36ABAA0B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0C147637" w14:textId="77777777" w:rsidTr="009C59AC">
        <w:tc>
          <w:tcPr>
            <w:tcW w:w="1962" w:type="dxa"/>
          </w:tcPr>
          <w:p w14:paraId="529C3CBC" w14:textId="2FCB2060" w:rsidR="008D3742" w:rsidRPr="00D44AB7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4ED2ECF6" w14:textId="56D74E82" w:rsidR="008D3742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CD96C17" w14:textId="72A73E3C" w:rsidR="008D3742" w:rsidRPr="00727B0B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00923D7D">
        <w:tc>
          <w:tcPr>
            <w:tcW w:w="9670" w:type="dxa"/>
          </w:tcPr>
          <w:p w14:paraId="62DEA492" w14:textId="4083C6DE" w:rsidR="0085747A" w:rsidRPr="0042195E" w:rsidRDefault="00F55C5D" w:rsidP="0042195E">
            <w:pPr>
              <w:pStyle w:val="Punktygw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konwersatorium: </w:t>
            </w:r>
            <w:r w:rsidR="004F5CC9" w:rsidRPr="00F4223D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przygotowaniu grupowego projektu z 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organizacji usług publicznych w samorządzie terytorialnym</w:t>
            </w:r>
            <w:r w:rsidR="004F5CC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F4223D">
              <w:rPr>
                <w:rFonts w:ascii="Corbel" w:hAnsi="Corbel"/>
                <w:b w:val="0"/>
                <w:smallCaps w:val="0"/>
                <w:szCs w:val="24"/>
              </w:rPr>
              <w:t>Kryteria oceniania pracy projektowej: stopień udziału w projekcie, prawidłowość wykorzystanych metod i technik, kreatywność myślenia.</w:t>
            </w:r>
            <w:r w:rsidR="004F5C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F55C5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Aktywność oraz obecność na zajęciach.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C4F11B" w14:textId="77777777" w:rsidTr="003E1941">
        <w:tc>
          <w:tcPr>
            <w:tcW w:w="496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923D7D">
        <w:tc>
          <w:tcPr>
            <w:tcW w:w="4962" w:type="dxa"/>
          </w:tcPr>
          <w:p w14:paraId="5F625A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31C5E0" w14:textId="74A5E4C6" w:rsidR="0085747A" w:rsidRPr="009C54AE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B91E891" w14:textId="77777777" w:rsidTr="00923D7D">
        <w:tc>
          <w:tcPr>
            <w:tcW w:w="496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1952FF" w14:textId="4FBEB42E" w:rsidR="00C61DC5" w:rsidRPr="009C54AE" w:rsidRDefault="00ED1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FCB9E" w14:textId="77777777" w:rsidTr="00923D7D">
        <w:tc>
          <w:tcPr>
            <w:tcW w:w="4962" w:type="dxa"/>
          </w:tcPr>
          <w:p w14:paraId="7793B3A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60EC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4EB62E" w14:textId="1454DF0F" w:rsidR="00C61DC5" w:rsidRPr="009C54AE" w:rsidRDefault="00C03EEA" w:rsidP="00ED14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D145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FC2E487" w14:textId="77777777" w:rsidTr="00923D7D">
        <w:tc>
          <w:tcPr>
            <w:tcW w:w="496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C6554A" w14:textId="228F383F" w:rsidR="0085747A" w:rsidRPr="009C54AE" w:rsidRDefault="008C61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217F1C" w14:textId="77777777" w:rsidTr="00923D7D">
        <w:tc>
          <w:tcPr>
            <w:tcW w:w="496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B19EAE" w14:textId="2F8B04DE" w:rsidR="0085747A" w:rsidRPr="009C54AE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161F6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70EE6E" w14:textId="77777777" w:rsidTr="0071620A">
        <w:trPr>
          <w:trHeight w:val="397"/>
        </w:trPr>
        <w:tc>
          <w:tcPr>
            <w:tcW w:w="3544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E5C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285888" w14:textId="77777777" w:rsidTr="0071620A">
        <w:trPr>
          <w:trHeight w:val="397"/>
        </w:trPr>
        <w:tc>
          <w:tcPr>
            <w:tcW w:w="3544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0F54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C1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0B21E3" w14:textId="77777777" w:rsidTr="0071620A">
        <w:trPr>
          <w:trHeight w:val="397"/>
        </w:trPr>
        <w:tc>
          <w:tcPr>
            <w:tcW w:w="7513" w:type="dxa"/>
          </w:tcPr>
          <w:p w14:paraId="48E04B0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4B5D1F" w14:textId="77777777" w:rsidR="00215137" w:rsidRPr="00CD6B4C" w:rsidRDefault="00EA7F69" w:rsidP="00447EBB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Blicharz, </w:t>
            </w:r>
            <w:r w:rsidRPr="00A903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ekonomiczna jako cel prywatyzacji zadań z zakresu administracji świadczącej. Studium prawno-administracyjne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47E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 2020. </w:t>
            </w:r>
          </w:p>
          <w:p w14:paraId="6016E2E4" w14:textId="0442BEB3" w:rsidR="00447EBB" w:rsidRPr="0042195E" w:rsidRDefault="00CD6B4C" w:rsidP="0042195E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Stasikowski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D6B4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Funkcja administracji </w:t>
            </w:r>
            <w:r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świadczącej</w:t>
            </w:r>
            <w:r w:rsid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67011"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</w:t>
            </w:r>
            <w:r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67011"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0E0DC1"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Administracja : teoria, dydaktyka, praktyka</w:t>
            </w:r>
            <w:r w:rsidR="00567011"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0E0DC1"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2009 | nr 3(16), s.  89-115</w:t>
            </w:r>
            <w:r w:rsid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39CA96F" w14:textId="77777777" w:rsidTr="0071620A">
        <w:trPr>
          <w:trHeight w:val="397"/>
        </w:trPr>
        <w:tc>
          <w:tcPr>
            <w:tcW w:w="7513" w:type="dxa"/>
          </w:tcPr>
          <w:p w14:paraId="1CBE7346" w14:textId="5158F49C" w:rsidR="00005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C5CB7B" w14:textId="67633A5B" w:rsidR="00C543DE" w:rsidRPr="00A90311" w:rsidRDefault="00C543DE" w:rsidP="00C543DE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Barczewska-Dziobek</w:t>
            </w:r>
            <w:r w:rsidRPr="00C543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Prawne formy współpracy jednostek samorządu terytorialnego z organizacjami pozarządowymi w zakresie przeciwdziałania wykluczeniu społecznemu. </w:t>
            </w:r>
            <w:r w:rsidR="000D25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</w:t>
            </w:r>
            <w:r w:rsidRPr="00A9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I. Lipowicz, M. </w:t>
            </w:r>
            <w:proofErr w:type="spellStart"/>
            <w:r w:rsidRPr="00A9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Małecka-Łyszczek</w:t>
            </w:r>
            <w:proofErr w:type="spellEnd"/>
            <w:r w:rsidRPr="00A9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(red.). </w:t>
            </w:r>
            <w:r w:rsidR="000D25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0D25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Ekonomia społeczna. Wykluczenie społeczne</w:t>
            </w:r>
            <w:r w:rsidR="000D25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A9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2020,  s. 22–34.</w:t>
            </w:r>
          </w:p>
          <w:p w14:paraId="3B556171" w14:textId="4BE8F32C" w:rsidR="003A3EFB" w:rsidRDefault="005B1078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Posłuszny</w:t>
            </w:r>
            <w:r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0E665F"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Istota i cechy administracji świadczącej</w:t>
            </w:r>
            <w:r w:rsid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0E665F"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Administracja : teoria, dydaktyka, praktyka</w:t>
            </w:r>
            <w:r w:rsid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0E665F"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2005</w:t>
            </w:r>
            <w:r w:rsid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/</w:t>
            </w:r>
            <w:r w:rsidR="000E665F"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nr 1</w:t>
            </w:r>
            <w:r w:rsid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s. </w:t>
            </w:r>
            <w:r w:rsidR="000E665F"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55-67</w:t>
            </w:r>
          </w:p>
          <w:p w14:paraId="4E959795" w14:textId="77777777" w:rsidR="00215137" w:rsidRPr="003C48C3" w:rsidRDefault="00853CDA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447E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Sierpowska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21EA4" w:rsidRPr="00921E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Administracja świadcząca wobec zjawiska przemocy w rodzinie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 Wrocławski, Wrocław 2017.</w:t>
            </w:r>
          </w:p>
          <w:p w14:paraId="6F32A79C" w14:textId="081380CC" w:rsidR="003C48C3" w:rsidRPr="00B603C5" w:rsidRDefault="00FC5D7C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447E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Sierpowska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12D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społeczna jako administracja świadcząca. Studium administracyjnoprawne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="00412D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2012.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86DAE2C" w14:textId="5EF2687A" w:rsidR="00B603C5" w:rsidRPr="005E6F48" w:rsidRDefault="00B603C5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603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Raszewska-</w:t>
            </w:r>
            <w:proofErr w:type="spellStart"/>
            <w:r w:rsidRPr="00B603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B603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kierunku cywilizacji administracji świadczącej na tle zadań oświatowych – powierzanie zadań publicznych podmiotom niepublicznym</w:t>
            </w:r>
            <w:r w:rsidR="002D1C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w:”</w:t>
            </w:r>
            <w:r w:rsidR="002D1C25">
              <w:t xml:space="preserve"> </w:t>
            </w:r>
            <w:r w:rsidR="002D1C25" w:rsidRP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Cywilizacja administracji publicznej. Księga jubileuszowa z okazji 80-lecia urodzin prof. </w:t>
            </w:r>
            <w:proofErr w:type="spellStart"/>
            <w:r w:rsidR="002D1C25" w:rsidRP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nadzw</w:t>
            </w:r>
            <w:proofErr w:type="spellEnd"/>
            <w:r w:rsidR="002D1C25" w:rsidRP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2D1C25" w:rsidRP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UWr</w:t>
            </w:r>
            <w:proofErr w:type="spellEnd"/>
            <w:r w:rsidR="002D1C25" w:rsidRP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dra hab. Jana Jeżewskiego</w:t>
            </w:r>
            <w:r w:rsid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2B1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Korczak, J. Szreniawski (red)</w:t>
            </w:r>
            <w:r w:rsid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B324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</w:t>
            </w:r>
            <w:r w:rsidR="002B1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1B454D7C" w14:textId="77777777" w:rsidR="005E6F48" w:rsidRPr="00D560DC" w:rsidRDefault="005E6F48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Sobczyk, </w:t>
            </w:r>
            <w:r w:rsidRPr="005E6F4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Zakład pracy jako zakład administracyjny</w:t>
            </w:r>
            <w:r w:rsidRPr="00B324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32405" w:rsidRPr="00B324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Kraków, 2020</w:t>
            </w:r>
            <w:r w:rsidR="00B324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B1FF23B" w14:textId="354F2ABE" w:rsidR="00D560DC" w:rsidRPr="000E665F" w:rsidRDefault="00D560DC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8B13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Jerzy Ochmański</w:t>
            </w:r>
            <w:r w:rsidRPr="00D560D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Administracja świadcząca. Kształtowanie się idei organizatorskiej funkcji państwa w Polsce Ludowej (1944-1989), </w:t>
            </w:r>
            <w:r w:rsidRPr="008B13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Naukowe UAM, Poznań 2006.</w:t>
            </w:r>
          </w:p>
        </w:tc>
      </w:tr>
    </w:tbl>
    <w:p w14:paraId="6C1CE5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1812E" w14:textId="77777777" w:rsidR="005E59F9" w:rsidRDefault="005E59F9" w:rsidP="00C16ABF">
      <w:pPr>
        <w:spacing w:after="0" w:line="240" w:lineRule="auto"/>
      </w:pPr>
      <w:r>
        <w:separator/>
      </w:r>
    </w:p>
  </w:endnote>
  <w:endnote w:type="continuationSeparator" w:id="0">
    <w:p w14:paraId="0D94BD3E" w14:textId="77777777" w:rsidR="005E59F9" w:rsidRDefault="005E59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08316" w14:textId="77777777" w:rsidR="005E59F9" w:rsidRDefault="005E59F9" w:rsidP="00C16ABF">
      <w:pPr>
        <w:spacing w:after="0" w:line="240" w:lineRule="auto"/>
      </w:pPr>
      <w:r>
        <w:separator/>
      </w:r>
    </w:p>
  </w:footnote>
  <w:footnote w:type="continuationSeparator" w:id="0">
    <w:p w14:paraId="51E9EC15" w14:textId="77777777" w:rsidR="005E59F9" w:rsidRDefault="005E59F9" w:rsidP="00C16ABF">
      <w:pPr>
        <w:spacing w:after="0" w:line="240" w:lineRule="auto"/>
      </w:pPr>
      <w:r>
        <w:continuationSeparator/>
      </w:r>
    </w:p>
  </w:footnote>
  <w:footnote w:id="1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953561">
    <w:abstractNumId w:val="0"/>
  </w:num>
  <w:num w:numId="2" w16cid:durableId="1807241513">
    <w:abstractNumId w:val="2"/>
  </w:num>
  <w:num w:numId="3" w16cid:durableId="32370956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37"/>
    <w:rsid w:val="000077B4"/>
    <w:rsid w:val="000116DA"/>
    <w:rsid w:val="00015B8F"/>
    <w:rsid w:val="00016647"/>
    <w:rsid w:val="00022ECE"/>
    <w:rsid w:val="0003674D"/>
    <w:rsid w:val="0004015C"/>
    <w:rsid w:val="00042A51"/>
    <w:rsid w:val="00042D2E"/>
    <w:rsid w:val="00044538"/>
    <w:rsid w:val="00044C82"/>
    <w:rsid w:val="000529FE"/>
    <w:rsid w:val="00070ED6"/>
    <w:rsid w:val="00071105"/>
    <w:rsid w:val="000734ED"/>
    <w:rsid w:val="000742DC"/>
    <w:rsid w:val="000770CD"/>
    <w:rsid w:val="00084C12"/>
    <w:rsid w:val="0009462C"/>
    <w:rsid w:val="00094B12"/>
    <w:rsid w:val="000952CB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B5693"/>
    <w:rsid w:val="000C7249"/>
    <w:rsid w:val="000D04B0"/>
    <w:rsid w:val="000D25E3"/>
    <w:rsid w:val="000D4F4E"/>
    <w:rsid w:val="000E0DC1"/>
    <w:rsid w:val="000E665F"/>
    <w:rsid w:val="000F0616"/>
    <w:rsid w:val="000F06B8"/>
    <w:rsid w:val="000F1C57"/>
    <w:rsid w:val="000F5615"/>
    <w:rsid w:val="00102111"/>
    <w:rsid w:val="00110896"/>
    <w:rsid w:val="00124BFF"/>
    <w:rsid w:val="0012560E"/>
    <w:rsid w:val="00127108"/>
    <w:rsid w:val="00134B13"/>
    <w:rsid w:val="00136C54"/>
    <w:rsid w:val="0014611C"/>
    <w:rsid w:val="00146BC0"/>
    <w:rsid w:val="00153C41"/>
    <w:rsid w:val="00154381"/>
    <w:rsid w:val="001563D3"/>
    <w:rsid w:val="00156FA7"/>
    <w:rsid w:val="001640A7"/>
    <w:rsid w:val="00164A64"/>
    <w:rsid w:val="00164FA7"/>
    <w:rsid w:val="00166A03"/>
    <w:rsid w:val="001714DE"/>
    <w:rsid w:val="001718A7"/>
    <w:rsid w:val="001737CF"/>
    <w:rsid w:val="00174210"/>
    <w:rsid w:val="00176083"/>
    <w:rsid w:val="00177FDB"/>
    <w:rsid w:val="00192F37"/>
    <w:rsid w:val="00197AD6"/>
    <w:rsid w:val="001A1AE0"/>
    <w:rsid w:val="001A2585"/>
    <w:rsid w:val="001A70D2"/>
    <w:rsid w:val="001D657B"/>
    <w:rsid w:val="001D7B54"/>
    <w:rsid w:val="001E0209"/>
    <w:rsid w:val="001F2CA2"/>
    <w:rsid w:val="002144C0"/>
    <w:rsid w:val="00215137"/>
    <w:rsid w:val="0022477D"/>
    <w:rsid w:val="002278A9"/>
    <w:rsid w:val="002336F9"/>
    <w:rsid w:val="0023579F"/>
    <w:rsid w:val="0024028F"/>
    <w:rsid w:val="002440F8"/>
    <w:rsid w:val="00244ABC"/>
    <w:rsid w:val="00251CD9"/>
    <w:rsid w:val="002533DE"/>
    <w:rsid w:val="00253541"/>
    <w:rsid w:val="0025575A"/>
    <w:rsid w:val="00281FF2"/>
    <w:rsid w:val="002857DE"/>
    <w:rsid w:val="00291567"/>
    <w:rsid w:val="002A229C"/>
    <w:rsid w:val="002A22BF"/>
    <w:rsid w:val="002A2389"/>
    <w:rsid w:val="002A3DD5"/>
    <w:rsid w:val="002A671D"/>
    <w:rsid w:val="002B1586"/>
    <w:rsid w:val="002B4D55"/>
    <w:rsid w:val="002B5EA0"/>
    <w:rsid w:val="002B6119"/>
    <w:rsid w:val="002C1F06"/>
    <w:rsid w:val="002D1C25"/>
    <w:rsid w:val="002D2839"/>
    <w:rsid w:val="002D3375"/>
    <w:rsid w:val="002D348B"/>
    <w:rsid w:val="002D73D4"/>
    <w:rsid w:val="002F02A3"/>
    <w:rsid w:val="002F3723"/>
    <w:rsid w:val="002F4ABE"/>
    <w:rsid w:val="00300D20"/>
    <w:rsid w:val="003018BA"/>
    <w:rsid w:val="0030395F"/>
    <w:rsid w:val="00305C92"/>
    <w:rsid w:val="00314B2E"/>
    <w:rsid w:val="003151C5"/>
    <w:rsid w:val="003343CF"/>
    <w:rsid w:val="00336D56"/>
    <w:rsid w:val="00346FE9"/>
    <w:rsid w:val="0034759A"/>
    <w:rsid w:val="003503F6"/>
    <w:rsid w:val="003530DD"/>
    <w:rsid w:val="00363F78"/>
    <w:rsid w:val="0037373E"/>
    <w:rsid w:val="00382650"/>
    <w:rsid w:val="00386931"/>
    <w:rsid w:val="0039088A"/>
    <w:rsid w:val="00396B9E"/>
    <w:rsid w:val="00397DB2"/>
    <w:rsid w:val="003A090B"/>
    <w:rsid w:val="003A0A5B"/>
    <w:rsid w:val="003A1176"/>
    <w:rsid w:val="003A3EFB"/>
    <w:rsid w:val="003B027A"/>
    <w:rsid w:val="003B448C"/>
    <w:rsid w:val="003C0BAE"/>
    <w:rsid w:val="003C48C3"/>
    <w:rsid w:val="003D18A9"/>
    <w:rsid w:val="003D1FFA"/>
    <w:rsid w:val="003D6CE2"/>
    <w:rsid w:val="003E1941"/>
    <w:rsid w:val="003E2FE6"/>
    <w:rsid w:val="003E489D"/>
    <w:rsid w:val="003E49D5"/>
    <w:rsid w:val="003F205D"/>
    <w:rsid w:val="003F38C0"/>
    <w:rsid w:val="003F4633"/>
    <w:rsid w:val="00412D1C"/>
    <w:rsid w:val="00414E3C"/>
    <w:rsid w:val="0042195E"/>
    <w:rsid w:val="0042244A"/>
    <w:rsid w:val="004237E4"/>
    <w:rsid w:val="0042745A"/>
    <w:rsid w:val="004301BB"/>
    <w:rsid w:val="00431D5C"/>
    <w:rsid w:val="004335C5"/>
    <w:rsid w:val="004362C6"/>
    <w:rsid w:val="00436D08"/>
    <w:rsid w:val="00437FA2"/>
    <w:rsid w:val="00443927"/>
    <w:rsid w:val="00445970"/>
    <w:rsid w:val="0044702A"/>
    <w:rsid w:val="00447EBB"/>
    <w:rsid w:val="00452D11"/>
    <w:rsid w:val="0045632E"/>
    <w:rsid w:val="0046136A"/>
    <w:rsid w:val="00461EFC"/>
    <w:rsid w:val="004646B9"/>
    <w:rsid w:val="004652C2"/>
    <w:rsid w:val="004706D1"/>
    <w:rsid w:val="00471326"/>
    <w:rsid w:val="00472752"/>
    <w:rsid w:val="00475561"/>
    <w:rsid w:val="0047598D"/>
    <w:rsid w:val="00481B30"/>
    <w:rsid w:val="00482FD6"/>
    <w:rsid w:val="004840FD"/>
    <w:rsid w:val="00486895"/>
    <w:rsid w:val="004873E9"/>
    <w:rsid w:val="00490F7D"/>
    <w:rsid w:val="00491678"/>
    <w:rsid w:val="004968E2"/>
    <w:rsid w:val="00496F79"/>
    <w:rsid w:val="004A3EEA"/>
    <w:rsid w:val="004A4D1F"/>
    <w:rsid w:val="004B17FC"/>
    <w:rsid w:val="004C6787"/>
    <w:rsid w:val="004D5282"/>
    <w:rsid w:val="004D6814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635B1"/>
    <w:rsid w:val="00565A31"/>
    <w:rsid w:val="00565E89"/>
    <w:rsid w:val="0056696D"/>
    <w:rsid w:val="00567011"/>
    <w:rsid w:val="00572E1C"/>
    <w:rsid w:val="0059484D"/>
    <w:rsid w:val="005A0855"/>
    <w:rsid w:val="005A133C"/>
    <w:rsid w:val="005A3196"/>
    <w:rsid w:val="005B1078"/>
    <w:rsid w:val="005C080F"/>
    <w:rsid w:val="005C55E5"/>
    <w:rsid w:val="005C696A"/>
    <w:rsid w:val="005C7657"/>
    <w:rsid w:val="005D4B03"/>
    <w:rsid w:val="005E4477"/>
    <w:rsid w:val="005E59F9"/>
    <w:rsid w:val="005E6E85"/>
    <w:rsid w:val="005E6F48"/>
    <w:rsid w:val="005F31D2"/>
    <w:rsid w:val="005F62B8"/>
    <w:rsid w:val="0061029B"/>
    <w:rsid w:val="00617230"/>
    <w:rsid w:val="00617CE5"/>
    <w:rsid w:val="006207E3"/>
    <w:rsid w:val="00621CE1"/>
    <w:rsid w:val="00627FC9"/>
    <w:rsid w:val="00637731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C0AFD"/>
    <w:rsid w:val="006D050F"/>
    <w:rsid w:val="006D3D2C"/>
    <w:rsid w:val="006D56A9"/>
    <w:rsid w:val="006D6139"/>
    <w:rsid w:val="006D6E40"/>
    <w:rsid w:val="006E5D65"/>
    <w:rsid w:val="006E615C"/>
    <w:rsid w:val="006F1282"/>
    <w:rsid w:val="006F1FBC"/>
    <w:rsid w:val="006F2AF8"/>
    <w:rsid w:val="006F31E2"/>
    <w:rsid w:val="00706544"/>
    <w:rsid w:val="007072BA"/>
    <w:rsid w:val="00711CCF"/>
    <w:rsid w:val="0071620A"/>
    <w:rsid w:val="00724677"/>
    <w:rsid w:val="00725459"/>
    <w:rsid w:val="007327BD"/>
    <w:rsid w:val="00734608"/>
    <w:rsid w:val="00745302"/>
    <w:rsid w:val="007461D6"/>
    <w:rsid w:val="00746EC8"/>
    <w:rsid w:val="007478CE"/>
    <w:rsid w:val="00753B70"/>
    <w:rsid w:val="0076370B"/>
    <w:rsid w:val="00763BF1"/>
    <w:rsid w:val="00766FD4"/>
    <w:rsid w:val="0076763D"/>
    <w:rsid w:val="0078168C"/>
    <w:rsid w:val="00783F38"/>
    <w:rsid w:val="00787C2A"/>
    <w:rsid w:val="00790E27"/>
    <w:rsid w:val="007A3025"/>
    <w:rsid w:val="007A4022"/>
    <w:rsid w:val="007A4465"/>
    <w:rsid w:val="007A6E6E"/>
    <w:rsid w:val="007C3299"/>
    <w:rsid w:val="007C3BCC"/>
    <w:rsid w:val="007C4546"/>
    <w:rsid w:val="007C6FA4"/>
    <w:rsid w:val="007D6E56"/>
    <w:rsid w:val="007F4155"/>
    <w:rsid w:val="0081554D"/>
    <w:rsid w:val="00816958"/>
    <w:rsid w:val="0081707E"/>
    <w:rsid w:val="0083334B"/>
    <w:rsid w:val="008449B3"/>
    <w:rsid w:val="00853CDA"/>
    <w:rsid w:val="008552A2"/>
    <w:rsid w:val="0085747A"/>
    <w:rsid w:val="00884922"/>
    <w:rsid w:val="00885F64"/>
    <w:rsid w:val="008917F9"/>
    <w:rsid w:val="008932FF"/>
    <w:rsid w:val="00895219"/>
    <w:rsid w:val="008A45F7"/>
    <w:rsid w:val="008B1335"/>
    <w:rsid w:val="008C0CC0"/>
    <w:rsid w:val="008C19A9"/>
    <w:rsid w:val="008C379D"/>
    <w:rsid w:val="008C507D"/>
    <w:rsid w:val="008C5147"/>
    <w:rsid w:val="008C5359"/>
    <w:rsid w:val="008C5363"/>
    <w:rsid w:val="008C5476"/>
    <w:rsid w:val="008C61BD"/>
    <w:rsid w:val="008D17B5"/>
    <w:rsid w:val="008D3742"/>
    <w:rsid w:val="008D3DFB"/>
    <w:rsid w:val="008D50AC"/>
    <w:rsid w:val="008E64F4"/>
    <w:rsid w:val="008F12C9"/>
    <w:rsid w:val="008F39DC"/>
    <w:rsid w:val="008F6E29"/>
    <w:rsid w:val="009066D9"/>
    <w:rsid w:val="00916188"/>
    <w:rsid w:val="00921EA4"/>
    <w:rsid w:val="00923D7D"/>
    <w:rsid w:val="00924C38"/>
    <w:rsid w:val="009301FD"/>
    <w:rsid w:val="009309BC"/>
    <w:rsid w:val="009508DF"/>
    <w:rsid w:val="00950DAC"/>
    <w:rsid w:val="00954A07"/>
    <w:rsid w:val="00997F14"/>
    <w:rsid w:val="00997F9A"/>
    <w:rsid w:val="009A57C2"/>
    <w:rsid w:val="009A78D9"/>
    <w:rsid w:val="009A7B1C"/>
    <w:rsid w:val="009C0FFC"/>
    <w:rsid w:val="009C3E31"/>
    <w:rsid w:val="009C54AE"/>
    <w:rsid w:val="009C59AC"/>
    <w:rsid w:val="009C788E"/>
    <w:rsid w:val="009D1DBA"/>
    <w:rsid w:val="009D3F3B"/>
    <w:rsid w:val="009E0543"/>
    <w:rsid w:val="009E1531"/>
    <w:rsid w:val="009E3B41"/>
    <w:rsid w:val="009F29DD"/>
    <w:rsid w:val="009F3C5C"/>
    <w:rsid w:val="009F4610"/>
    <w:rsid w:val="009F7F6B"/>
    <w:rsid w:val="00A00ECC"/>
    <w:rsid w:val="00A0649B"/>
    <w:rsid w:val="00A07927"/>
    <w:rsid w:val="00A140FD"/>
    <w:rsid w:val="00A155EE"/>
    <w:rsid w:val="00A2245B"/>
    <w:rsid w:val="00A24E0B"/>
    <w:rsid w:val="00A30110"/>
    <w:rsid w:val="00A36899"/>
    <w:rsid w:val="00A371F6"/>
    <w:rsid w:val="00A41756"/>
    <w:rsid w:val="00A43BF6"/>
    <w:rsid w:val="00A5146A"/>
    <w:rsid w:val="00A53ADF"/>
    <w:rsid w:val="00A53FA5"/>
    <w:rsid w:val="00A54135"/>
    <w:rsid w:val="00A54817"/>
    <w:rsid w:val="00A54C9C"/>
    <w:rsid w:val="00A56C7D"/>
    <w:rsid w:val="00A601C8"/>
    <w:rsid w:val="00A60799"/>
    <w:rsid w:val="00A63301"/>
    <w:rsid w:val="00A64FC7"/>
    <w:rsid w:val="00A67744"/>
    <w:rsid w:val="00A75E25"/>
    <w:rsid w:val="00A76C16"/>
    <w:rsid w:val="00A811BB"/>
    <w:rsid w:val="00A84C85"/>
    <w:rsid w:val="00A90311"/>
    <w:rsid w:val="00A97DE1"/>
    <w:rsid w:val="00AA20BA"/>
    <w:rsid w:val="00AA5F0E"/>
    <w:rsid w:val="00AA607E"/>
    <w:rsid w:val="00AA6A2A"/>
    <w:rsid w:val="00AA6E07"/>
    <w:rsid w:val="00AB053C"/>
    <w:rsid w:val="00AB1B25"/>
    <w:rsid w:val="00AC0D27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B016C6"/>
    <w:rsid w:val="00B06142"/>
    <w:rsid w:val="00B135B1"/>
    <w:rsid w:val="00B13EAC"/>
    <w:rsid w:val="00B148BA"/>
    <w:rsid w:val="00B3130B"/>
    <w:rsid w:val="00B32405"/>
    <w:rsid w:val="00B40ADB"/>
    <w:rsid w:val="00B4221C"/>
    <w:rsid w:val="00B43051"/>
    <w:rsid w:val="00B43B77"/>
    <w:rsid w:val="00B43E80"/>
    <w:rsid w:val="00B52F26"/>
    <w:rsid w:val="00B603C5"/>
    <w:rsid w:val="00B607DB"/>
    <w:rsid w:val="00B632DB"/>
    <w:rsid w:val="00B66529"/>
    <w:rsid w:val="00B6714B"/>
    <w:rsid w:val="00B6748A"/>
    <w:rsid w:val="00B74966"/>
    <w:rsid w:val="00B7518E"/>
    <w:rsid w:val="00B75946"/>
    <w:rsid w:val="00B8056E"/>
    <w:rsid w:val="00B819C8"/>
    <w:rsid w:val="00B82308"/>
    <w:rsid w:val="00B90885"/>
    <w:rsid w:val="00B9587A"/>
    <w:rsid w:val="00BB520A"/>
    <w:rsid w:val="00BD1D9C"/>
    <w:rsid w:val="00BD3869"/>
    <w:rsid w:val="00BD66E9"/>
    <w:rsid w:val="00BD6FF4"/>
    <w:rsid w:val="00BF2C41"/>
    <w:rsid w:val="00C03EEA"/>
    <w:rsid w:val="00C049B2"/>
    <w:rsid w:val="00C058B4"/>
    <w:rsid w:val="00C05F44"/>
    <w:rsid w:val="00C131B5"/>
    <w:rsid w:val="00C14C4F"/>
    <w:rsid w:val="00C16ABF"/>
    <w:rsid w:val="00C170AE"/>
    <w:rsid w:val="00C17195"/>
    <w:rsid w:val="00C2018D"/>
    <w:rsid w:val="00C26CB7"/>
    <w:rsid w:val="00C324C1"/>
    <w:rsid w:val="00C3250E"/>
    <w:rsid w:val="00C36992"/>
    <w:rsid w:val="00C373B5"/>
    <w:rsid w:val="00C543DE"/>
    <w:rsid w:val="00C56036"/>
    <w:rsid w:val="00C61DC5"/>
    <w:rsid w:val="00C67E92"/>
    <w:rsid w:val="00C70A26"/>
    <w:rsid w:val="00C70C0C"/>
    <w:rsid w:val="00C734C3"/>
    <w:rsid w:val="00C766DF"/>
    <w:rsid w:val="00C81D15"/>
    <w:rsid w:val="00C94B98"/>
    <w:rsid w:val="00CA2B96"/>
    <w:rsid w:val="00CA5089"/>
    <w:rsid w:val="00CA52DE"/>
    <w:rsid w:val="00CA56E5"/>
    <w:rsid w:val="00CD5033"/>
    <w:rsid w:val="00CD6897"/>
    <w:rsid w:val="00CD6B4C"/>
    <w:rsid w:val="00CE2D7F"/>
    <w:rsid w:val="00CE2EB5"/>
    <w:rsid w:val="00CE5BAC"/>
    <w:rsid w:val="00CF25BE"/>
    <w:rsid w:val="00CF78ED"/>
    <w:rsid w:val="00D02B25"/>
    <w:rsid w:val="00D02EBA"/>
    <w:rsid w:val="00D17C3C"/>
    <w:rsid w:val="00D20863"/>
    <w:rsid w:val="00D23809"/>
    <w:rsid w:val="00D26B2C"/>
    <w:rsid w:val="00D32C52"/>
    <w:rsid w:val="00D352C9"/>
    <w:rsid w:val="00D425B2"/>
    <w:rsid w:val="00D428D6"/>
    <w:rsid w:val="00D533A1"/>
    <w:rsid w:val="00D552B2"/>
    <w:rsid w:val="00D560DC"/>
    <w:rsid w:val="00D608D1"/>
    <w:rsid w:val="00D74119"/>
    <w:rsid w:val="00D8075B"/>
    <w:rsid w:val="00D8678B"/>
    <w:rsid w:val="00D93397"/>
    <w:rsid w:val="00DA2114"/>
    <w:rsid w:val="00DB6B5B"/>
    <w:rsid w:val="00DC6E20"/>
    <w:rsid w:val="00DD324A"/>
    <w:rsid w:val="00DE09C0"/>
    <w:rsid w:val="00DE43C3"/>
    <w:rsid w:val="00DE4A14"/>
    <w:rsid w:val="00DF320D"/>
    <w:rsid w:val="00DF71C8"/>
    <w:rsid w:val="00E002D6"/>
    <w:rsid w:val="00E100B4"/>
    <w:rsid w:val="00E129B8"/>
    <w:rsid w:val="00E207C2"/>
    <w:rsid w:val="00E21E7D"/>
    <w:rsid w:val="00E22FBC"/>
    <w:rsid w:val="00E24BF5"/>
    <w:rsid w:val="00E25338"/>
    <w:rsid w:val="00E320B3"/>
    <w:rsid w:val="00E40119"/>
    <w:rsid w:val="00E51E44"/>
    <w:rsid w:val="00E55EE3"/>
    <w:rsid w:val="00E63348"/>
    <w:rsid w:val="00E742AA"/>
    <w:rsid w:val="00E7454D"/>
    <w:rsid w:val="00E75102"/>
    <w:rsid w:val="00E77607"/>
    <w:rsid w:val="00E77E88"/>
    <w:rsid w:val="00E80636"/>
    <w:rsid w:val="00E8107D"/>
    <w:rsid w:val="00E832D7"/>
    <w:rsid w:val="00E85429"/>
    <w:rsid w:val="00E87CE6"/>
    <w:rsid w:val="00E91280"/>
    <w:rsid w:val="00E960BB"/>
    <w:rsid w:val="00EA2074"/>
    <w:rsid w:val="00EA477A"/>
    <w:rsid w:val="00EA4832"/>
    <w:rsid w:val="00EA4E9D"/>
    <w:rsid w:val="00EA7F69"/>
    <w:rsid w:val="00EC4899"/>
    <w:rsid w:val="00ED03AB"/>
    <w:rsid w:val="00ED1085"/>
    <w:rsid w:val="00ED1453"/>
    <w:rsid w:val="00ED32D2"/>
    <w:rsid w:val="00ED334C"/>
    <w:rsid w:val="00EE32DE"/>
    <w:rsid w:val="00EE5457"/>
    <w:rsid w:val="00EF009B"/>
    <w:rsid w:val="00F0303A"/>
    <w:rsid w:val="00F0368B"/>
    <w:rsid w:val="00F070AB"/>
    <w:rsid w:val="00F17567"/>
    <w:rsid w:val="00F26BE3"/>
    <w:rsid w:val="00F27A7B"/>
    <w:rsid w:val="00F4644F"/>
    <w:rsid w:val="00F526AF"/>
    <w:rsid w:val="00F55C5D"/>
    <w:rsid w:val="00F617C3"/>
    <w:rsid w:val="00F7066B"/>
    <w:rsid w:val="00F74639"/>
    <w:rsid w:val="00F81D8A"/>
    <w:rsid w:val="00F83B28"/>
    <w:rsid w:val="00F86ADE"/>
    <w:rsid w:val="00F877AB"/>
    <w:rsid w:val="00F9155C"/>
    <w:rsid w:val="00F974DA"/>
    <w:rsid w:val="00FA46E5"/>
    <w:rsid w:val="00FB19E1"/>
    <w:rsid w:val="00FB7DBA"/>
    <w:rsid w:val="00FC1C25"/>
    <w:rsid w:val="00FC3F45"/>
    <w:rsid w:val="00FC5D7C"/>
    <w:rsid w:val="00FD1D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70C0C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C70C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1817A-8DAD-4022-BE9A-F84B41D59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1247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</cp:revision>
  <cp:lastPrinted>2019-02-06T12:12:00Z</cp:lastPrinted>
  <dcterms:created xsi:type="dcterms:W3CDTF">2021-12-12T16:52:00Z</dcterms:created>
  <dcterms:modified xsi:type="dcterms:W3CDTF">2022-09-16T08:45:00Z</dcterms:modified>
</cp:coreProperties>
</file>